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611673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43BE07C" w14:textId="78A2FDA8" w:rsidR="00C55B29" w:rsidRPr="00BF0512" w:rsidRDefault="00611673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 w:cs="Tahoma"/>
              </w:rPr>
              <w:t>Red and yellow counters are shared in the ratio</w:t>
            </w:r>
            <w:r w:rsidR="00F43DAF" w:rsidRPr="00BF0512">
              <w:rPr>
                <w:rFonts w:ascii="Century Gothic" w:hAnsi="Century Gothic" w:cs="Tahoma"/>
              </w:rPr>
              <w:t xml:space="preserve"> 2:</w:t>
            </w:r>
            <w:r>
              <w:rPr>
                <w:rFonts w:ascii="Century Gothic" w:hAnsi="Century Gothic" w:cs="Tahoma"/>
              </w:rPr>
              <w:t>3</w:t>
            </w:r>
            <w:proofErr w:type="gramStart"/>
            <w:r>
              <w:rPr>
                <w:rFonts w:ascii="Century Gothic" w:hAnsi="Century Gothic" w:cs="Tahoma"/>
              </w:rPr>
              <w:t>.  What</w:t>
            </w:r>
            <w:proofErr w:type="gramEnd"/>
            <w:r>
              <w:rPr>
                <w:rFonts w:ascii="Century Gothic" w:hAnsi="Century Gothic" w:cs="Tahoma"/>
              </w:rPr>
              <w:t xml:space="preserve"> fraction of the counters are red?</w:t>
            </w: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1B5E5D74" w14:textId="5DABE19F" w:rsidR="00C6765F" w:rsidRPr="00F35C69" w:rsidRDefault="0066773D" w:rsidP="00F35C69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F35C69">
              <w:rPr>
                <w:rFonts w:ascii="Century Gothic" w:hAnsi="Century Gothic" w:cs="Tahoma"/>
              </w:rPr>
              <w:t>A sponge has mass 80g and a volume of 800cm</w:t>
            </w:r>
            <w:r w:rsidRPr="00F35C69">
              <w:rPr>
                <w:rFonts w:ascii="Century Gothic" w:hAnsi="Century Gothic" w:cs="Tahoma"/>
                <w:vertAlign w:val="superscript"/>
              </w:rPr>
              <w:t>3</w:t>
            </w:r>
            <w:r w:rsidRPr="00F35C69">
              <w:rPr>
                <w:rFonts w:ascii="Century Gothic" w:hAnsi="Century Gothic" w:cs="Tahoma"/>
              </w:rPr>
              <w:t>.  What is its density?</w:t>
            </w:r>
          </w:p>
        </w:tc>
      </w:tr>
      <w:tr w:rsidR="00C6765F" w:rsidRPr="00C240D5" w14:paraId="02717925" w14:textId="77777777" w:rsidTr="00611673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7AFFEBD7" w14:textId="5426413F" w:rsidR="00125C71" w:rsidRDefault="00611673" w:rsidP="005D37DE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9E6640" wp14:editId="76E62C5E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610235</wp:posOffset>
                      </wp:positionV>
                      <wp:extent cx="833120" cy="6985"/>
                      <wp:effectExtent l="0" t="0" r="17780" b="18415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3120" cy="6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A166AE0" id="Straight Connector 13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9pt,48.05pt" to="222.5pt,4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" strokecolor="#4579b8 [3044]"/>
                  </w:pict>
                </mc:Fallback>
              </mc:AlternateContent>
            </w:r>
            <w:r w:rsidRPr="00F35C69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20BAEAB" wp14:editId="74DA546F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955F5E" id="Oval 11" o:spid="_x0000_s1026" style="position:absolute;margin-left:156.9pt;margin-top:16.15pt;width:65.6pt;height:65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" filled="f" strokecolor="#243f60 [1604]" strokeweight="2pt"/>
                  </w:pict>
                </mc:Fallback>
              </mc:AlternateContent>
            </w:r>
            <w:r w:rsidRPr="00F35C69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E0B22A2" wp14:editId="5F9867FE">
                      <wp:simplePos x="0" y="0"/>
                      <wp:positionH relativeFrom="column">
                        <wp:posOffset>2199640</wp:posOffset>
                      </wp:positionH>
                      <wp:positionV relativeFrom="paragraph">
                        <wp:posOffset>274955</wp:posOffset>
                      </wp:positionV>
                      <wp:extent cx="504190" cy="23304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380A38" w14:textId="77777777" w:rsidR="00F35C69" w:rsidRDefault="00F35C69" w:rsidP="00F35C69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0B22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173.2pt;margin-top:21.65pt;width:39.7pt;height:18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" filled="f" stroked="f" strokeweight=".5pt">
                      <v:textbox>
                        <w:txbxContent>
                          <w:p w14:paraId="2C380A38" w14:textId="77777777" w:rsidR="00F35C69" w:rsidRDefault="00F35C69" w:rsidP="00F35C69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5377">
              <w:rPr>
                <w:rFonts w:ascii="Century Gothic" w:hAnsi="Century Gothic"/>
              </w:rPr>
              <w:t xml:space="preserve">A circle has a </w:t>
            </w:r>
            <w:r w:rsidR="00F35C69">
              <w:rPr>
                <w:rFonts w:ascii="Century Gothic" w:hAnsi="Century Gothic"/>
              </w:rPr>
              <w:t>diameter</w:t>
            </w:r>
            <w:r w:rsidR="002C5377">
              <w:rPr>
                <w:rFonts w:ascii="Century Gothic" w:hAnsi="Century Gothic"/>
              </w:rPr>
              <w:t xml:space="preserve"> of </w:t>
            </w:r>
            <w:r w:rsidR="00F35C69">
              <w:rPr>
                <w:rFonts w:ascii="Century Gothic" w:hAnsi="Century Gothic"/>
              </w:rPr>
              <w:t>5</w:t>
            </w:r>
            <w:r w:rsidR="002C5377">
              <w:rPr>
                <w:rFonts w:ascii="Century Gothic" w:hAnsi="Century Gothic"/>
              </w:rPr>
              <w:t>cm.</w:t>
            </w:r>
          </w:p>
          <w:p w14:paraId="5155B1A5" w14:textId="0AB668FB" w:rsidR="002C5377" w:rsidRPr="005D37DE" w:rsidRDefault="002C5377" w:rsidP="002C5377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out its circumference.</w:t>
            </w:r>
          </w:p>
          <w:p w14:paraId="683B8A61" w14:textId="7A3DFAAA" w:rsidR="000740DB" w:rsidRPr="005D37DE" w:rsidRDefault="000740DB" w:rsidP="005D37DE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636B8770" w14:textId="77D2A501" w:rsidR="00A5698F" w:rsidRPr="00F35C69" w:rsidRDefault="00A5698F" w:rsidP="00F35C69">
            <w:pPr>
              <w:spacing w:before="120"/>
              <w:rPr>
                <w:rFonts w:ascii="Century Gothic" w:hAnsi="Century Gothic" w:cs="Tahoma"/>
              </w:rPr>
            </w:pPr>
            <w:r w:rsidRPr="00F35C69">
              <w:rPr>
                <w:rFonts w:ascii="Century Gothic" w:hAnsi="Century Gothic" w:cs="Tahoma"/>
              </w:rPr>
              <w:t>Expand and simplify:</w:t>
            </w:r>
          </w:p>
          <w:p w14:paraId="2F37ACB4" w14:textId="77777777" w:rsidR="00A5698F" w:rsidRPr="00F35C69" w:rsidRDefault="00A5698F" w:rsidP="00F35C69">
            <w:pPr>
              <w:spacing w:before="120"/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</w:rPr>
                  <m:t>(x+5)(x+4)</m:t>
                </m:r>
              </m:oMath>
            </m:oMathPara>
          </w:p>
          <w:p w14:paraId="35867634" w14:textId="35F8C092" w:rsidR="00C6765F" w:rsidRPr="00F35C69" w:rsidRDefault="00C6765F" w:rsidP="00F35C69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388B024E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501799D6" w:rsidR="00C6765F" w:rsidRPr="009F6C6A" w:rsidRDefault="00BF0512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367F54C9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877184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C16B5"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489D0FA3" wp14:editId="4C6DCD4F">
                  <wp:extent cx="904875" cy="1022582"/>
                  <wp:effectExtent l="0" t="0" r="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044" cy="1022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20EA1AEC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24.1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67291FF4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00FBA615" w14:textId="695109B2" w:rsidR="004F073D" w:rsidRDefault="004F073D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64EDECB2" w14:textId="77777777" w:rsidR="00611673" w:rsidRDefault="00611673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611673" w:rsidRPr="000A63AF" w14:paraId="4724024D" w14:textId="77777777" w:rsidTr="00E35066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2320632A" w14:textId="77777777" w:rsidR="00611673" w:rsidRPr="00C240D5" w:rsidRDefault="00611673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2C891701" w14:textId="77777777" w:rsidR="00611673" w:rsidRPr="00BF0512" w:rsidRDefault="00611673" w:rsidP="00E35066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 w:cs="Tahoma"/>
              </w:rPr>
              <w:t>Red and yellow counters are shared in the ratio</w:t>
            </w:r>
            <w:r w:rsidRPr="00BF0512">
              <w:rPr>
                <w:rFonts w:ascii="Century Gothic" w:hAnsi="Century Gothic" w:cs="Tahoma"/>
              </w:rPr>
              <w:t xml:space="preserve"> 2:</w:t>
            </w:r>
            <w:r>
              <w:rPr>
                <w:rFonts w:ascii="Century Gothic" w:hAnsi="Century Gothic" w:cs="Tahoma"/>
              </w:rPr>
              <w:t>3</w:t>
            </w:r>
            <w:proofErr w:type="gramStart"/>
            <w:r>
              <w:rPr>
                <w:rFonts w:ascii="Century Gothic" w:hAnsi="Century Gothic" w:cs="Tahoma"/>
              </w:rPr>
              <w:t>.  What</w:t>
            </w:r>
            <w:proofErr w:type="gramEnd"/>
            <w:r>
              <w:rPr>
                <w:rFonts w:ascii="Century Gothic" w:hAnsi="Century Gothic" w:cs="Tahoma"/>
              </w:rPr>
              <w:t xml:space="preserve"> fraction of the counters are red?</w:t>
            </w:r>
          </w:p>
        </w:tc>
        <w:tc>
          <w:tcPr>
            <w:tcW w:w="567" w:type="dxa"/>
            <w:tcBorders>
              <w:right w:val="nil"/>
            </w:tcBorders>
          </w:tcPr>
          <w:p w14:paraId="2244458D" w14:textId="77777777" w:rsidR="00611673" w:rsidRPr="005D37DE" w:rsidRDefault="00611673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302CF0F0" w14:textId="77777777" w:rsidR="00611673" w:rsidRPr="00F35C69" w:rsidRDefault="00611673" w:rsidP="00E35066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F35C69">
              <w:rPr>
                <w:rFonts w:ascii="Century Gothic" w:hAnsi="Century Gothic" w:cs="Tahoma"/>
              </w:rPr>
              <w:t>A sponge has mass 80g and a volume of 800cm</w:t>
            </w:r>
            <w:r w:rsidRPr="00F35C69">
              <w:rPr>
                <w:rFonts w:ascii="Century Gothic" w:hAnsi="Century Gothic" w:cs="Tahoma"/>
                <w:vertAlign w:val="superscript"/>
              </w:rPr>
              <w:t>3</w:t>
            </w:r>
            <w:r w:rsidRPr="00F35C69">
              <w:rPr>
                <w:rFonts w:ascii="Century Gothic" w:hAnsi="Century Gothic" w:cs="Tahoma"/>
              </w:rPr>
              <w:t>.  What is its density?</w:t>
            </w:r>
          </w:p>
        </w:tc>
      </w:tr>
      <w:tr w:rsidR="00611673" w:rsidRPr="00C240D5" w14:paraId="43213E1F" w14:textId="77777777" w:rsidTr="00E35066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B791904" w14:textId="77777777" w:rsidR="00611673" w:rsidRPr="00C240D5" w:rsidRDefault="00611673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7FC18E82" w14:textId="77777777" w:rsidR="00611673" w:rsidRDefault="00611673" w:rsidP="00E35066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9C63B8A" wp14:editId="04E6DFBF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610235</wp:posOffset>
                      </wp:positionV>
                      <wp:extent cx="833120" cy="6985"/>
                      <wp:effectExtent l="0" t="0" r="17780" b="1841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3120" cy="6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A06A0F" id="Straight Connector 2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9pt,48.05pt" to="222.5pt,4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" strokecolor="#4579b8 [3044]"/>
                  </w:pict>
                </mc:Fallback>
              </mc:AlternateContent>
            </w:r>
            <w:r w:rsidRPr="00F35C69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8226839" wp14:editId="4B051146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CBFF4B" id="Oval 4" o:spid="_x0000_s1026" style="position:absolute;margin-left:156.9pt;margin-top:16.15pt;width:65.6pt;height:6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" filled="f" strokecolor="#243f60 [1604]" strokeweight="2pt"/>
                  </w:pict>
                </mc:Fallback>
              </mc:AlternateContent>
            </w:r>
            <w:r w:rsidRPr="00F35C69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C74779C" wp14:editId="3B1D5298">
                      <wp:simplePos x="0" y="0"/>
                      <wp:positionH relativeFrom="column">
                        <wp:posOffset>2199640</wp:posOffset>
                      </wp:positionH>
                      <wp:positionV relativeFrom="paragraph">
                        <wp:posOffset>274955</wp:posOffset>
                      </wp:positionV>
                      <wp:extent cx="504190" cy="233045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E9A9B5" w14:textId="77777777" w:rsidR="00611673" w:rsidRDefault="00611673" w:rsidP="00611673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4779C" id="Text Box 7" o:spid="_x0000_s1027" type="#_x0000_t202" style="position:absolute;margin-left:173.2pt;margin-top:21.65pt;width:39.7pt;height:18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" filled="f" stroked="f" strokeweight=".5pt">
                      <v:textbox>
                        <w:txbxContent>
                          <w:p w14:paraId="54E9A9B5" w14:textId="77777777" w:rsidR="00611673" w:rsidRDefault="00611673" w:rsidP="00611673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>A circle has a diameter of 5cm.</w:t>
            </w:r>
          </w:p>
          <w:p w14:paraId="3F850C2F" w14:textId="77777777" w:rsidR="00611673" w:rsidRPr="005D37DE" w:rsidRDefault="00611673" w:rsidP="00E35066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out its circumference.</w:t>
            </w:r>
          </w:p>
          <w:p w14:paraId="6E3143C2" w14:textId="77777777" w:rsidR="00611673" w:rsidRPr="005D37DE" w:rsidRDefault="00611673" w:rsidP="00E35066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73015DC3" w14:textId="77777777" w:rsidR="00611673" w:rsidRPr="005D37DE" w:rsidRDefault="00611673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1676FE73" w14:textId="77777777" w:rsidR="00611673" w:rsidRPr="00F35C69" w:rsidRDefault="00611673" w:rsidP="00E35066">
            <w:pPr>
              <w:spacing w:before="120"/>
              <w:rPr>
                <w:rFonts w:ascii="Century Gothic" w:hAnsi="Century Gothic" w:cs="Tahoma"/>
              </w:rPr>
            </w:pPr>
            <w:r w:rsidRPr="00F35C69">
              <w:rPr>
                <w:rFonts w:ascii="Century Gothic" w:hAnsi="Century Gothic" w:cs="Tahoma"/>
              </w:rPr>
              <w:t>Expand and simplify:</w:t>
            </w:r>
          </w:p>
          <w:p w14:paraId="6E0C37F3" w14:textId="77777777" w:rsidR="00611673" w:rsidRPr="00F35C69" w:rsidRDefault="00611673" w:rsidP="00E35066">
            <w:pPr>
              <w:spacing w:before="120"/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</w:rPr>
                  <m:t>(x+5)(x+4)</m:t>
                </m:r>
              </m:oMath>
            </m:oMathPara>
          </w:p>
          <w:p w14:paraId="65CB4BA1" w14:textId="77777777" w:rsidR="00611673" w:rsidRPr="00F35C69" w:rsidRDefault="00611673" w:rsidP="00E35066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611673" w:rsidRPr="00C240D5" w14:paraId="293D9FC4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6D5914E8" w14:textId="77777777" w:rsidR="00611673" w:rsidRPr="00C240D5" w:rsidRDefault="00611673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D840CD5" w14:textId="77777777" w:rsidR="00611673" w:rsidRDefault="00611673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1DED074C" w14:textId="77777777" w:rsidR="00611673" w:rsidRPr="009F6C6A" w:rsidRDefault="00611673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05344" behindDoc="0" locked="0" layoutInCell="1" allowOverlap="1" wp14:anchorId="6EF67086" wp14:editId="7F47C6AD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877184</wp:posOffset>
                  </wp:positionV>
                  <wp:extent cx="572135" cy="401320"/>
                  <wp:effectExtent l="0" t="0" r="0" b="508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7F9DE0BE" wp14:editId="66C3C9A3">
                  <wp:extent cx="904875" cy="1022582"/>
                  <wp:effectExtent l="0" t="0" r="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044" cy="1022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26DBAC" w14:textId="77777777" w:rsidR="00611673" w:rsidRDefault="00611673" w:rsidP="00611673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4320" behindDoc="0" locked="0" layoutInCell="1" allowOverlap="1" wp14:anchorId="001B72B9" wp14:editId="380CC4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0" name="Picture 1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3296" behindDoc="0" locked="0" layoutInCell="1" allowOverlap="1" wp14:anchorId="5CC90973" wp14:editId="277C5EE4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2" name="Picture 1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24.1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433C"/>
    <w:rsid w:val="000740DB"/>
    <w:rsid w:val="000A43CA"/>
    <w:rsid w:val="000A63AF"/>
    <w:rsid w:val="000E162B"/>
    <w:rsid w:val="00105331"/>
    <w:rsid w:val="00125C71"/>
    <w:rsid w:val="001826A9"/>
    <w:rsid w:val="0020147F"/>
    <w:rsid w:val="00213C21"/>
    <w:rsid w:val="00242309"/>
    <w:rsid w:val="00247FD4"/>
    <w:rsid w:val="002A3B06"/>
    <w:rsid w:val="002C5377"/>
    <w:rsid w:val="002D5D86"/>
    <w:rsid w:val="00333535"/>
    <w:rsid w:val="003F51D8"/>
    <w:rsid w:val="004008D8"/>
    <w:rsid w:val="00493EE3"/>
    <w:rsid w:val="004A26C7"/>
    <w:rsid w:val="004F073D"/>
    <w:rsid w:val="0050136B"/>
    <w:rsid w:val="00505FC9"/>
    <w:rsid w:val="00523173"/>
    <w:rsid w:val="00525119"/>
    <w:rsid w:val="005D37DE"/>
    <w:rsid w:val="00611673"/>
    <w:rsid w:val="0064471D"/>
    <w:rsid w:val="00666CDC"/>
    <w:rsid w:val="0066773D"/>
    <w:rsid w:val="00705472"/>
    <w:rsid w:val="00734D85"/>
    <w:rsid w:val="007B4226"/>
    <w:rsid w:val="007E2C1A"/>
    <w:rsid w:val="0090117B"/>
    <w:rsid w:val="0090585D"/>
    <w:rsid w:val="00950AD6"/>
    <w:rsid w:val="0099142F"/>
    <w:rsid w:val="009A72D8"/>
    <w:rsid w:val="009F6C6A"/>
    <w:rsid w:val="00A5698F"/>
    <w:rsid w:val="00AD3C1A"/>
    <w:rsid w:val="00B40DC9"/>
    <w:rsid w:val="00BE7AC9"/>
    <w:rsid w:val="00BF0512"/>
    <w:rsid w:val="00C240D5"/>
    <w:rsid w:val="00C41860"/>
    <w:rsid w:val="00C55B29"/>
    <w:rsid w:val="00C6765F"/>
    <w:rsid w:val="00D253BC"/>
    <w:rsid w:val="00D51195"/>
    <w:rsid w:val="00D723BE"/>
    <w:rsid w:val="00DB511B"/>
    <w:rsid w:val="00DC16B5"/>
    <w:rsid w:val="00DD6ED1"/>
    <w:rsid w:val="00E20822"/>
    <w:rsid w:val="00E54E19"/>
    <w:rsid w:val="00E7749A"/>
    <w:rsid w:val="00EA0CA1"/>
    <w:rsid w:val="00EC4CCA"/>
    <w:rsid w:val="00F04FE3"/>
    <w:rsid w:val="00F3252F"/>
    <w:rsid w:val="00F35C69"/>
    <w:rsid w:val="00F43DAF"/>
    <w:rsid w:val="00F55BE2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3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10</cp:revision>
  <cp:lastPrinted>2019-03-25T16:34:00Z</cp:lastPrinted>
  <dcterms:created xsi:type="dcterms:W3CDTF">2019-03-25T16:30:00Z</dcterms:created>
  <dcterms:modified xsi:type="dcterms:W3CDTF">2019-03-25T16:34:00Z</dcterms:modified>
</cp:coreProperties>
</file>